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B84E3" w14:textId="77777777" w:rsidR="005477FE" w:rsidRPr="00FB436C" w:rsidRDefault="00FB436C">
      <w:pPr>
        <w:rPr>
          <w:sz w:val="24"/>
        </w:rPr>
      </w:pPr>
      <w:r w:rsidRPr="00FB436C">
        <w:rPr>
          <w:sz w:val="24"/>
        </w:rPr>
        <w:t>No</w:t>
      </w:r>
      <w:r>
        <w:rPr>
          <w:sz w:val="24"/>
        </w:rPr>
        <w:t>m: ___________________________</w:t>
      </w:r>
      <w:r w:rsidRPr="00FB436C">
        <w:rPr>
          <w:sz w:val="24"/>
        </w:rPr>
        <w:t>______</w:t>
      </w:r>
      <w:r w:rsidRPr="00FB436C">
        <w:rPr>
          <w:sz w:val="24"/>
        </w:rPr>
        <w:tab/>
        <w:t xml:space="preserve">Prénom: </w:t>
      </w:r>
      <w:r>
        <w:rPr>
          <w:sz w:val="24"/>
        </w:rPr>
        <w:t>______________________________</w:t>
      </w:r>
      <w:r w:rsidRPr="00FB436C">
        <w:rPr>
          <w:sz w:val="24"/>
        </w:rPr>
        <w:t>_______</w:t>
      </w:r>
    </w:p>
    <w:p w14:paraId="7B95B0A8" w14:textId="77777777" w:rsidR="00FB436C" w:rsidRPr="00FB436C" w:rsidRDefault="00FB436C">
      <w:pPr>
        <w:rPr>
          <w:sz w:val="24"/>
        </w:rPr>
      </w:pPr>
      <w:r w:rsidRPr="00FB436C">
        <w:rPr>
          <w:sz w:val="24"/>
        </w:rPr>
        <w:t>Date: ___________________________________</w:t>
      </w:r>
    </w:p>
    <w:p w14:paraId="38A72613" w14:textId="7346011E" w:rsidR="00FB436C" w:rsidRPr="00FB436C" w:rsidRDefault="00FB436C" w:rsidP="00FB436C">
      <w:pPr>
        <w:spacing w:after="0" w:line="240" w:lineRule="auto"/>
        <w:jc w:val="center"/>
        <w:rPr>
          <w:b/>
          <w:sz w:val="28"/>
        </w:rPr>
      </w:pPr>
      <w:r w:rsidRPr="00FB436C">
        <w:rPr>
          <w:b/>
          <w:sz w:val="28"/>
        </w:rPr>
        <w:t xml:space="preserve">Français </w:t>
      </w:r>
      <w:r w:rsidR="00AE715C">
        <w:rPr>
          <w:b/>
          <w:sz w:val="28"/>
        </w:rPr>
        <w:t>3</w:t>
      </w:r>
      <w:r w:rsidRPr="00FB436C">
        <w:rPr>
          <w:b/>
          <w:sz w:val="28"/>
        </w:rPr>
        <w:t xml:space="preserve"> – Unité </w:t>
      </w:r>
      <w:r w:rsidR="00AE715C">
        <w:rPr>
          <w:b/>
          <w:sz w:val="28"/>
        </w:rPr>
        <w:t>4</w:t>
      </w:r>
    </w:p>
    <w:p w14:paraId="7F6C8948" w14:textId="77777777" w:rsidR="00FB436C" w:rsidRDefault="00FE2A28" w:rsidP="00FB436C">
      <w:pPr>
        <w:spacing w:after="0" w:line="240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>La technologie et vous !</w:t>
      </w:r>
    </w:p>
    <w:p w14:paraId="01DB7BF5" w14:textId="77777777" w:rsidR="00F46A9D" w:rsidRDefault="00F46A9D" w:rsidP="00FB436C">
      <w:pPr>
        <w:spacing w:after="0" w:line="240" w:lineRule="auto"/>
        <w:jc w:val="center"/>
        <w:rPr>
          <w:b/>
          <w:i/>
          <w:sz w:val="28"/>
        </w:rPr>
      </w:pPr>
    </w:p>
    <w:p w14:paraId="5C2F0F96" w14:textId="22558F9C" w:rsidR="00F46A9D" w:rsidRDefault="00751003" w:rsidP="00FB436C">
      <w:pPr>
        <w:spacing w:after="0" w:line="240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>Téléphones portables solaires en Afrique</w:t>
      </w:r>
    </w:p>
    <w:p w14:paraId="1EDE9AA9" w14:textId="00844204" w:rsidR="00751003" w:rsidRDefault="00AE715C" w:rsidP="00FB436C">
      <w:pPr>
        <w:spacing w:after="0" w:line="240" w:lineRule="auto"/>
        <w:jc w:val="center"/>
      </w:pPr>
      <w:hyperlink r:id="rId9" w:history="1">
        <w:r w:rsidR="00751003" w:rsidRPr="00FF5CFE">
          <w:rPr>
            <w:rStyle w:val="Hyperlink"/>
          </w:rPr>
          <w:t>http://www.dailymotion.com/video/xatodx_telephones-portables-solaires-en-af_news</w:t>
        </w:r>
      </w:hyperlink>
    </w:p>
    <w:p w14:paraId="0A15DAE3" w14:textId="13A9E55E" w:rsidR="00FE2A28" w:rsidRDefault="00FE2A28" w:rsidP="00FB436C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Un </w:t>
      </w:r>
      <w:r w:rsidR="00751003">
        <w:rPr>
          <w:b/>
          <w:sz w:val="28"/>
        </w:rPr>
        <w:t>reportage de France 2</w:t>
      </w:r>
    </w:p>
    <w:p w14:paraId="037AF08A" w14:textId="77777777" w:rsidR="009830CE" w:rsidRPr="009830CE" w:rsidRDefault="00DE44A5" w:rsidP="00F46A9D">
      <w:pPr>
        <w:spacing w:after="0" w:line="240" w:lineRule="auto"/>
        <w:rPr>
          <w:b/>
          <w:i/>
          <w:sz w:val="28"/>
        </w:rPr>
      </w:pPr>
      <w:r>
        <w:rPr>
          <w:b/>
          <w:sz w:val="28"/>
        </w:rPr>
        <w:t xml:space="preserve">Partie I : </w:t>
      </w:r>
      <w:r w:rsidR="00F46A9D" w:rsidRPr="009830CE">
        <w:rPr>
          <w:b/>
          <w:i/>
          <w:sz w:val="28"/>
        </w:rPr>
        <w:t xml:space="preserve">Avant de </w:t>
      </w:r>
      <w:r w:rsidR="009830CE" w:rsidRPr="009830CE">
        <w:rPr>
          <w:b/>
          <w:i/>
          <w:sz w:val="28"/>
        </w:rPr>
        <w:t>lire</w:t>
      </w:r>
    </w:p>
    <w:p w14:paraId="1E6A88D8" w14:textId="77777777" w:rsidR="00F46A9D" w:rsidRDefault="009830CE" w:rsidP="00F46A9D">
      <w:p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Directions : </w:t>
      </w:r>
      <w:r w:rsidR="00F46A9D">
        <w:rPr>
          <w:b/>
          <w:sz w:val="24"/>
        </w:rPr>
        <w:t>Posez les questions suivantes à une autre personne et marquez leurs réponses en bas.</w:t>
      </w:r>
    </w:p>
    <w:p w14:paraId="78108E79" w14:textId="77777777" w:rsidR="00F46A9D" w:rsidRDefault="00F46A9D" w:rsidP="00F46A9D">
      <w:pPr>
        <w:spacing w:after="0" w:line="240" w:lineRule="auto"/>
        <w:rPr>
          <w:b/>
          <w:sz w:val="24"/>
        </w:rPr>
      </w:pPr>
    </w:p>
    <w:p w14:paraId="2E36A727" w14:textId="608B8AA0" w:rsidR="00F46A9D" w:rsidRDefault="00F46A9D" w:rsidP="00F46A9D">
      <w:pPr>
        <w:spacing w:after="0" w:line="240" w:lineRule="auto"/>
        <w:rPr>
          <w:sz w:val="24"/>
        </w:rPr>
      </w:pPr>
      <w:r w:rsidRPr="00F46A9D">
        <w:rPr>
          <w:sz w:val="24"/>
        </w:rPr>
        <w:t>1.</w:t>
      </w:r>
      <w:r>
        <w:rPr>
          <w:sz w:val="24"/>
        </w:rPr>
        <w:t xml:space="preserve"> </w:t>
      </w:r>
      <w:r w:rsidR="00751003">
        <w:rPr>
          <w:sz w:val="24"/>
        </w:rPr>
        <w:t>Combien de fois par jour dois-tu recharger ton portable ?</w:t>
      </w:r>
    </w:p>
    <w:p w14:paraId="01B74BED" w14:textId="77777777" w:rsidR="00F46A9D" w:rsidRDefault="00F46A9D" w:rsidP="00F46A9D">
      <w:pPr>
        <w:spacing w:after="0" w:line="240" w:lineRule="auto"/>
        <w:rPr>
          <w:sz w:val="24"/>
        </w:rPr>
      </w:pPr>
    </w:p>
    <w:p w14:paraId="6FE884E2" w14:textId="77777777" w:rsid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463EBE60" w14:textId="77777777" w:rsidR="00F46A9D" w:rsidRDefault="00F46A9D" w:rsidP="00F46A9D">
      <w:pPr>
        <w:spacing w:after="0" w:line="240" w:lineRule="auto"/>
        <w:rPr>
          <w:sz w:val="24"/>
        </w:rPr>
      </w:pPr>
    </w:p>
    <w:p w14:paraId="701A4569" w14:textId="77777777" w:rsidR="00F46A9D" w:rsidRP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3AE5B37F" w14:textId="77777777" w:rsidR="00F46A9D" w:rsidRDefault="00F46A9D" w:rsidP="00F46A9D">
      <w:pPr>
        <w:spacing w:after="0" w:line="240" w:lineRule="auto"/>
        <w:rPr>
          <w:sz w:val="24"/>
        </w:rPr>
      </w:pPr>
    </w:p>
    <w:p w14:paraId="1923EDC6" w14:textId="77777777" w:rsidR="00F46A9D" w:rsidRP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12658838" w14:textId="77777777" w:rsidR="00F46A9D" w:rsidRDefault="00F46A9D" w:rsidP="00F46A9D">
      <w:pPr>
        <w:spacing w:after="0" w:line="240" w:lineRule="auto"/>
        <w:rPr>
          <w:sz w:val="24"/>
        </w:rPr>
      </w:pPr>
    </w:p>
    <w:p w14:paraId="73062575" w14:textId="77B4D1E1" w:rsid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2</w:t>
      </w:r>
      <w:r w:rsidRPr="00F46A9D">
        <w:rPr>
          <w:sz w:val="24"/>
        </w:rPr>
        <w:t>.</w:t>
      </w:r>
      <w:r>
        <w:rPr>
          <w:sz w:val="24"/>
        </w:rPr>
        <w:t xml:space="preserve"> </w:t>
      </w:r>
      <w:r w:rsidR="00751003">
        <w:rPr>
          <w:sz w:val="24"/>
        </w:rPr>
        <w:t xml:space="preserve">Que fais-tu pour recharger ton portable </w:t>
      </w:r>
      <w:r w:rsidR="00AE715C">
        <w:rPr>
          <w:sz w:val="24"/>
        </w:rPr>
        <w:t>quand</w:t>
      </w:r>
      <w:bookmarkStart w:id="0" w:name="_GoBack"/>
      <w:bookmarkEnd w:id="0"/>
      <w:r w:rsidR="00751003">
        <w:rPr>
          <w:sz w:val="24"/>
        </w:rPr>
        <w:t xml:space="preserve"> tu n’es pas chez toi ?</w:t>
      </w:r>
    </w:p>
    <w:p w14:paraId="3FC9288B" w14:textId="77777777" w:rsidR="00751003" w:rsidRDefault="00751003" w:rsidP="00F46A9D">
      <w:pPr>
        <w:spacing w:after="0" w:line="240" w:lineRule="auto"/>
        <w:rPr>
          <w:sz w:val="24"/>
        </w:rPr>
      </w:pPr>
    </w:p>
    <w:p w14:paraId="4DD7F06A" w14:textId="77777777" w:rsid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702EF689" w14:textId="77777777" w:rsidR="00F46A9D" w:rsidRDefault="00F46A9D" w:rsidP="00F46A9D">
      <w:pPr>
        <w:spacing w:after="0" w:line="240" w:lineRule="auto"/>
        <w:rPr>
          <w:sz w:val="24"/>
        </w:rPr>
      </w:pPr>
    </w:p>
    <w:p w14:paraId="54B4D26A" w14:textId="77777777" w:rsidR="00F46A9D" w:rsidRP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37F91509" w14:textId="77777777" w:rsidR="00F46A9D" w:rsidRDefault="00F46A9D" w:rsidP="00F46A9D">
      <w:pPr>
        <w:spacing w:after="0" w:line="240" w:lineRule="auto"/>
        <w:rPr>
          <w:sz w:val="24"/>
        </w:rPr>
      </w:pPr>
    </w:p>
    <w:p w14:paraId="69A8BCA7" w14:textId="77777777" w:rsidR="00F46A9D" w:rsidRP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095A5054" w14:textId="77777777" w:rsidR="00F46A9D" w:rsidRPr="00F46A9D" w:rsidRDefault="00F46A9D" w:rsidP="00F46A9D">
      <w:pPr>
        <w:spacing w:after="0" w:line="240" w:lineRule="auto"/>
        <w:rPr>
          <w:sz w:val="24"/>
        </w:rPr>
      </w:pPr>
    </w:p>
    <w:p w14:paraId="68C84B14" w14:textId="77777777" w:rsidR="00F46A9D" w:rsidRP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66F530AE" w14:textId="77777777" w:rsidR="00F46A9D" w:rsidRDefault="00F46A9D" w:rsidP="00F46A9D">
      <w:pPr>
        <w:spacing w:after="0" w:line="240" w:lineRule="auto"/>
        <w:rPr>
          <w:sz w:val="24"/>
        </w:rPr>
      </w:pPr>
    </w:p>
    <w:p w14:paraId="67596B0F" w14:textId="44E81822" w:rsid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3</w:t>
      </w:r>
      <w:r w:rsidRPr="00F46A9D">
        <w:rPr>
          <w:sz w:val="24"/>
        </w:rPr>
        <w:t>.</w:t>
      </w:r>
      <w:r>
        <w:rPr>
          <w:sz w:val="24"/>
        </w:rPr>
        <w:t xml:space="preserve"> </w:t>
      </w:r>
      <w:r w:rsidR="00751003">
        <w:rPr>
          <w:sz w:val="24"/>
        </w:rPr>
        <w:t>Penses-tu que c’est permis de « voler » de l’électricité des endroits publics ?</w:t>
      </w:r>
    </w:p>
    <w:p w14:paraId="6C6D1535" w14:textId="77777777" w:rsidR="00F46A9D" w:rsidRDefault="00F46A9D" w:rsidP="00F46A9D">
      <w:pPr>
        <w:spacing w:after="0" w:line="240" w:lineRule="auto"/>
        <w:rPr>
          <w:sz w:val="24"/>
        </w:rPr>
      </w:pPr>
    </w:p>
    <w:p w14:paraId="2FD38EA3" w14:textId="77777777" w:rsid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6213CAC5" w14:textId="77777777" w:rsidR="00F46A9D" w:rsidRDefault="00F46A9D" w:rsidP="00F46A9D">
      <w:pPr>
        <w:spacing w:after="0" w:line="240" w:lineRule="auto"/>
        <w:rPr>
          <w:sz w:val="24"/>
        </w:rPr>
      </w:pPr>
    </w:p>
    <w:p w14:paraId="2C56D351" w14:textId="77777777" w:rsidR="00F46A9D" w:rsidRP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19F5858C" w14:textId="77777777" w:rsidR="00F46A9D" w:rsidRDefault="00F46A9D" w:rsidP="00F46A9D">
      <w:pPr>
        <w:spacing w:after="0" w:line="240" w:lineRule="auto"/>
        <w:rPr>
          <w:sz w:val="24"/>
        </w:rPr>
      </w:pPr>
    </w:p>
    <w:p w14:paraId="7B110B65" w14:textId="77777777" w:rsid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57EF2317" w14:textId="77777777" w:rsidR="00F46A9D" w:rsidRDefault="00F46A9D" w:rsidP="00F46A9D">
      <w:pPr>
        <w:spacing w:after="0" w:line="240" w:lineRule="auto"/>
        <w:rPr>
          <w:sz w:val="24"/>
        </w:rPr>
      </w:pPr>
    </w:p>
    <w:p w14:paraId="0C221DDF" w14:textId="77777777" w:rsidR="00F46A9D" w:rsidRPr="00F46A9D" w:rsidRDefault="00F46A9D" w:rsidP="00F46A9D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13E0B8CD" w14:textId="77777777" w:rsidR="009830CE" w:rsidRDefault="009830CE">
      <w:pPr>
        <w:rPr>
          <w:b/>
          <w:sz w:val="24"/>
        </w:rPr>
      </w:pPr>
      <w:r>
        <w:rPr>
          <w:b/>
          <w:sz w:val="24"/>
        </w:rPr>
        <w:br w:type="page"/>
      </w:r>
    </w:p>
    <w:p w14:paraId="2F9FAC91" w14:textId="352DE9A1" w:rsidR="009830CE" w:rsidRPr="009830CE" w:rsidRDefault="00DE44A5" w:rsidP="00E2383F">
      <w:pPr>
        <w:rPr>
          <w:b/>
          <w:i/>
          <w:sz w:val="28"/>
        </w:rPr>
      </w:pPr>
      <w:r>
        <w:rPr>
          <w:b/>
          <w:sz w:val="28"/>
        </w:rPr>
        <w:lastRenderedPageBreak/>
        <w:t>Partie I</w:t>
      </w:r>
      <w:r w:rsidR="00751003">
        <w:rPr>
          <w:b/>
          <w:sz w:val="28"/>
        </w:rPr>
        <w:t>I</w:t>
      </w:r>
      <w:r>
        <w:rPr>
          <w:b/>
          <w:sz w:val="28"/>
        </w:rPr>
        <w:t xml:space="preserve"> : </w:t>
      </w:r>
      <w:r w:rsidR="009830CE" w:rsidRPr="009830CE">
        <w:rPr>
          <w:b/>
          <w:i/>
          <w:sz w:val="28"/>
        </w:rPr>
        <w:t>Vocabulaire actif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1980"/>
        <w:gridCol w:w="2880"/>
        <w:gridCol w:w="2700"/>
      </w:tblGrid>
      <w:tr w:rsidR="00B3781F" w14:paraId="1149AD0A" w14:textId="77777777" w:rsidTr="00B3781F">
        <w:tc>
          <w:tcPr>
            <w:tcW w:w="2628" w:type="dxa"/>
            <w:shd w:val="pct15" w:color="auto" w:fill="auto"/>
            <w:vAlign w:val="center"/>
          </w:tcPr>
          <w:p w14:paraId="1BABFBE9" w14:textId="77777777" w:rsidR="00B3781F" w:rsidRPr="00A119AA" w:rsidRDefault="00B3781F" w:rsidP="009830CE">
            <w:pPr>
              <w:jc w:val="center"/>
              <w:rPr>
                <w:b/>
                <w:sz w:val="24"/>
              </w:rPr>
            </w:pPr>
          </w:p>
          <w:p w14:paraId="2FEBED31" w14:textId="641CC360" w:rsidR="00B3781F" w:rsidRPr="00A119AA" w:rsidRDefault="00B3781F" w:rsidP="009830C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 mot de vocabulaire</w:t>
            </w:r>
          </w:p>
          <w:p w14:paraId="08F73896" w14:textId="77777777" w:rsidR="00B3781F" w:rsidRPr="00A119AA" w:rsidRDefault="00B3781F" w:rsidP="009830CE">
            <w:pPr>
              <w:jc w:val="center"/>
              <w:rPr>
                <w:b/>
                <w:sz w:val="24"/>
              </w:rPr>
            </w:pPr>
          </w:p>
        </w:tc>
        <w:tc>
          <w:tcPr>
            <w:tcW w:w="1980" w:type="dxa"/>
            <w:shd w:val="pct15" w:color="auto" w:fill="auto"/>
            <w:vAlign w:val="center"/>
          </w:tcPr>
          <w:p w14:paraId="6DBCBC10" w14:textId="23EBB69D" w:rsidR="00B3781F" w:rsidRDefault="00B3781F" w:rsidP="009830C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la </w:t>
            </w:r>
            <w:r w:rsidR="00D93CF3">
              <w:rPr>
                <w:b/>
                <w:sz w:val="24"/>
              </w:rPr>
              <w:t>nature</w:t>
            </w:r>
          </w:p>
          <w:p w14:paraId="0F42866C" w14:textId="7C87B48F" w:rsidR="00B3781F" w:rsidRPr="00A119AA" w:rsidRDefault="00B3781F" w:rsidP="009830C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(n / v / </w:t>
            </w:r>
            <w:proofErr w:type="spellStart"/>
            <w:r>
              <w:rPr>
                <w:b/>
                <w:sz w:val="24"/>
              </w:rPr>
              <w:t>adj</w:t>
            </w:r>
            <w:proofErr w:type="spellEnd"/>
            <w:r>
              <w:rPr>
                <w:b/>
                <w:sz w:val="24"/>
              </w:rPr>
              <w:t xml:space="preserve"> / </w:t>
            </w:r>
            <w:proofErr w:type="spellStart"/>
            <w:r>
              <w:rPr>
                <w:b/>
                <w:sz w:val="24"/>
              </w:rPr>
              <w:t>adv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880" w:type="dxa"/>
            <w:shd w:val="pct15" w:color="auto" w:fill="auto"/>
            <w:vAlign w:val="center"/>
          </w:tcPr>
          <w:p w14:paraId="062B8BFE" w14:textId="6CDF9A5D" w:rsidR="00B3781F" w:rsidRPr="00A119AA" w:rsidRDefault="00B3781F" w:rsidP="009830C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Qu’en penses-tu ?</w:t>
            </w:r>
          </w:p>
        </w:tc>
        <w:tc>
          <w:tcPr>
            <w:tcW w:w="2700" w:type="dxa"/>
            <w:shd w:val="pct15" w:color="auto" w:fill="auto"/>
            <w:vAlign w:val="center"/>
          </w:tcPr>
          <w:p w14:paraId="4FA64FF0" w14:textId="5931D58C" w:rsidR="00B3781F" w:rsidRPr="00A119AA" w:rsidRDefault="00B3781F" w:rsidP="009830C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le sens </w:t>
            </w:r>
            <w:r w:rsidRPr="00A119AA">
              <w:rPr>
                <w:b/>
                <w:sz w:val="24"/>
              </w:rPr>
              <w:t>anglais</w:t>
            </w:r>
          </w:p>
        </w:tc>
      </w:tr>
      <w:tr w:rsidR="00B3781F" w14:paraId="256521D6" w14:textId="77777777" w:rsidTr="00B3781F">
        <w:tc>
          <w:tcPr>
            <w:tcW w:w="2628" w:type="dxa"/>
          </w:tcPr>
          <w:p w14:paraId="52801E64" w14:textId="77777777" w:rsidR="00B3781F" w:rsidRDefault="00B3781F" w:rsidP="00F46A9D">
            <w:pPr>
              <w:rPr>
                <w:sz w:val="24"/>
              </w:rPr>
            </w:pPr>
          </w:p>
          <w:p w14:paraId="181AC04A" w14:textId="70567AF6" w:rsidR="00B3781F" w:rsidRDefault="00751003" w:rsidP="00F46A9D">
            <w:pPr>
              <w:rPr>
                <w:sz w:val="24"/>
              </w:rPr>
            </w:pPr>
            <w:r>
              <w:rPr>
                <w:sz w:val="24"/>
              </w:rPr>
              <w:t>bavard</w:t>
            </w:r>
          </w:p>
          <w:p w14:paraId="554FA82E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6BF3C99F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028ABB99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1F4B802D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B3781F" w14:paraId="5D6FE682" w14:textId="77777777" w:rsidTr="00B3781F">
        <w:tc>
          <w:tcPr>
            <w:tcW w:w="2628" w:type="dxa"/>
          </w:tcPr>
          <w:p w14:paraId="40B8332B" w14:textId="68656DD3" w:rsidR="00B3781F" w:rsidRDefault="00B3781F" w:rsidP="00F46A9D">
            <w:pPr>
              <w:rPr>
                <w:sz w:val="24"/>
              </w:rPr>
            </w:pPr>
          </w:p>
          <w:p w14:paraId="3E91548D" w14:textId="77777777" w:rsidR="00751003" w:rsidRDefault="00751003" w:rsidP="00F46A9D">
            <w:pPr>
              <w:rPr>
                <w:sz w:val="24"/>
              </w:rPr>
            </w:pPr>
            <w:r>
              <w:rPr>
                <w:sz w:val="24"/>
              </w:rPr>
              <w:t>il s’est offert</w:t>
            </w:r>
          </w:p>
          <w:p w14:paraId="0D221CFB" w14:textId="18DBAD3A" w:rsidR="00751003" w:rsidRDefault="00751003" w:rsidP="00F46A9D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70BE6F3F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54BEA837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31482836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B3781F" w14:paraId="32939ECF" w14:textId="77777777" w:rsidTr="00B3781F">
        <w:tc>
          <w:tcPr>
            <w:tcW w:w="2628" w:type="dxa"/>
          </w:tcPr>
          <w:p w14:paraId="5AA20078" w14:textId="2F0D2847" w:rsidR="00B3781F" w:rsidRDefault="00B3781F" w:rsidP="009830CE">
            <w:pPr>
              <w:rPr>
                <w:sz w:val="24"/>
              </w:rPr>
            </w:pPr>
          </w:p>
          <w:p w14:paraId="26CEFBE5" w14:textId="723197DB" w:rsidR="00334600" w:rsidRDefault="00334600" w:rsidP="009830CE">
            <w:pPr>
              <w:rPr>
                <w:sz w:val="24"/>
              </w:rPr>
            </w:pPr>
            <w:r>
              <w:rPr>
                <w:sz w:val="24"/>
              </w:rPr>
              <w:t>je me suis précipité</w:t>
            </w:r>
          </w:p>
          <w:p w14:paraId="13F8E7F1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4EE6D50D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08883F06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6DE680D9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B3781F" w14:paraId="183527AF" w14:textId="77777777" w:rsidTr="00B3781F">
        <w:tc>
          <w:tcPr>
            <w:tcW w:w="2628" w:type="dxa"/>
          </w:tcPr>
          <w:p w14:paraId="739B9408" w14:textId="4D0BE939" w:rsidR="00B3781F" w:rsidRDefault="00B3781F" w:rsidP="009830CE">
            <w:pPr>
              <w:rPr>
                <w:sz w:val="24"/>
              </w:rPr>
            </w:pPr>
          </w:p>
          <w:p w14:paraId="6DD2DA41" w14:textId="77777777" w:rsidR="00334600" w:rsidRDefault="00334600" w:rsidP="009830CE">
            <w:pPr>
              <w:rPr>
                <w:sz w:val="24"/>
              </w:rPr>
            </w:pPr>
            <w:r>
              <w:rPr>
                <w:sz w:val="24"/>
              </w:rPr>
              <w:t>décrocher</w:t>
            </w:r>
          </w:p>
          <w:p w14:paraId="1E6FFFB4" w14:textId="17568902" w:rsidR="00334600" w:rsidRDefault="00334600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49B16C0A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368A98B2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7E10AF10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B3781F" w14:paraId="3E9C417B" w14:textId="77777777" w:rsidTr="00B3781F">
        <w:tc>
          <w:tcPr>
            <w:tcW w:w="2628" w:type="dxa"/>
          </w:tcPr>
          <w:p w14:paraId="5CFF020D" w14:textId="6C120ABA" w:rsidR="00B3781F" w:rsidRDefault="00B3781F" w:rsidP="009830CE">
            <w:pPr>
              <w:rPr>
                <w:sz w:val="24"/>
              </w:rPr>
            </w:pPr>
          </w:p>
          <w:p w14:paraId="3DFE9E77" w14:textId="77777777" w:rsidR="00334600" w:rsidRDefault="00334600" w:rsidP="009830CE">
            <w:pPr>
              <w:rPr>
                <w:sz w:val="24"/>
              </w:rPr>
            </w:pPr>
            <w:r>
              <w:rPr>
                <w:sz w:val="24"/>
              </w:rPr>
              <w:t>les capteurs solaires</w:t>
            </w:r>
          </w:p>
          <w:p w14:paraId="592737B4" w14:textId="77777777" w:rsidR="00334600" w:rsidRDefault="00334600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5090D306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5EFC76D4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16678134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B3781F" w14:paraId="5C8FDC38" w14:textId="77777777" w:rsidTr="00B3781F">
        <w:tc>
          <w:tcPr>
            <w:tcW w:w="2628" w:type="dxa"/>
          </w:tcPr>
          <w:p w14:paraId="6BFA2F61" w14:textId="77777777" w:rsidR="00334600" w:rsidRDefault="00334600" w:rsidP="009830CE">
            <w:pPr>
              <w:rPr>
                <w:sz w:val="24"/>
              </w:rPr>
            </w:pPr>
          </w:p>
          <w:p w14:paraId="77F89266" w14:textId="713F7C99" w:rsidR="00334600" w:rsidRDefault="00334600" w:rsidP="009830CE">
            <w:pPr>
              <w:rPr>
                <w:sz w:val="24"/>
              </w:rPr>
            </w:pPr>
            <w:r>
              <w:rPr>
                <w:sz w:val="24"/>
              </w:rPr>
              <w:t>un quart d’heure</w:t>
            </w:r>
          </w:p>
          <w:p w14:paraId="79E08852" w14:textId="6A1DA778" w:rsidR="00334600" w:rsidRDefault="00334600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35DAB297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22022DFD" w14:textId="77777777" w:rsidR="00B3781F" w:rsidRDefault="00B3781F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48AB024D" w14:textId="77777777" w:rsidR="00B3781F" w:rsidRDefault="00B3781F" w:rsidP="00F46A9D">
            <w:pPr>
              <w:rPr>
                <w:sz w:val="24"/>
              </w:rPr>
            </w:pPr>
          </w:p>
        </w:tc>
      </w:tr>
      <w:tr w:rsidR="009B1715" w14:paraId="144B22A5" w14:textId="77777777" w:rsidTr="00B3781F">
        <w:tc>
          <w:tcPr>
            <w:tcW w:w="2628" w:type="dxa"/>
          </w:tcPr>
          <w:p w14:paraId="217CD20F" w14:textId="77777777" w:rsidR="009B1715" w:rsidRDefault="009B1715" w:rsidP="00334600">
            <w:pPr>
              <w:rPr>
                <w:sz w:val="24"/>
              </w:rPr>
            </w:pPr>
          </w:p>
          <w:p w14:paraId="4C93532E" w14:textId="2EEE357C" w:rsidR="009B1715" w:rsidRDefault="009B1715" w:rsidP="00334600">
            <w:pPr>
              <w:rPr>
                <w:sz w:val="24"/>
              </w:rPr>
            </w:pPr>
            <w:r>
              <w:rPr>
                <w:sz w:val="24"/>
              </w:rPr>
              <w:t>endommagé</w:t>
            </w:r>
          </w:p>
          <w:p w14:paraId="5046707B" w14:textId="77777777" w:rsidR="009B1715" w:rsidRDefault="009B1715" w:rsidP="00334600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39560EDA" w14:textId="77777777" w:rsidR="009B1715" w:rsidRDefault="009B1715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358497D0" w14:textId="77777777" w:rsidR="009B1715" w:rsidRDefault="009B1715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3AC0DF81" w14:textId="77777777" w:rsidR="009B1715" w:rsidRDefault="009B1715" w:rsidP="00F46A9D">
            <w:pPr>
              <w:rPr>
                <w:sz w:val="24"/>
              </w:rPr>
            </w:pPr>
          </w:p>
        </w:tc>
      </w:tr>
      <w:tr w:rsidR="00334600" w14:paraId="5B4E9A6B" w14:textId="77777777" w:rsidTr="00B3781F">
        <w:tc>
          <w:tcPr>
            <w:tcW w:w="2628" w:type="dxa"/>
          </w:tcPr>
          <w:p w14:paraId="76BF5CAB" w14:textId="77777777" w:rsidR="00334600" w:rsidRDefault="00334600" w:rsidP="00334600">
            <w:pPr>
              <w:rPr>
                <w:sz w:val="24"/>
              </w:rPr>
            </w:pPr>
          </w:p>
          <w:p w14:paraId="26530582" w14:textId="77777777" w:rsidR="00334600" w:rsidRDefault="00334600" w:rsidP="00334600">
            <w:pPr>
              <w:rPr>
                <w:sz w:val="24"/>
              </w:rPr>
            </w:pPr>
            <w:r>
              <w:rPr>
                <w:sz w:val="24"/>
              </w:rPr>
              <w:t>C’est une aubaine.</w:t>
            </w:r>
          </w:p>
          <w:p w14:paraId="426050C8" w14:textId="77777777" w:rsidR="00334600" w:rsidRDefault="00334600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0407E07A" w14:textId="77777777" w:rsidR="00334600" w:rsidRDefault="00334600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3D3B574D" w14:textId="77777777" w:rsidR="00334600" w:rsidRDefault="00334600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2890FA8B" w14:textId="77777777" w:rsidR="00334600" w:rsidRDefault="00334600" w:rsidP="00F46A9D">
            <w:pPr>
              <w:rPr>
                <w:sz w:val="24"/>
              </w:rPr>
            </w:pPr>
          </w:p>
        </w:tc>
      </w:tr>
      <w:tr w:rsidR="00334600" w14:paraId="73D8F29C" w14:textId="77777777" w:rsidTr="00B3781F">
        <w:tc>
          <w:tcPr>
            <w:tcW w:w="2628" w:type="dxa"/>
          </w:tcPr>
          <w:p w14:paraId="5A070997" w14:textId="77777777" w:rsidR="00334600" w:rsidRDefault="00334600" w:rsidP="00334600">
            <w:pPr>
              <w:rPr>
                <w:sz w:val="24"/>
              </w:rPr>
            </w:pPr>
          </w:p>
          <w:p w14:paraId="5B07DCFD" w14:textId="77777777" w:rsidR="00334600" w:rsidRDefault="00334600" w:rsidP="00334600">
            <w:pPr>
              <w:rPr>
                <w:sz w:val="24"/>
              </w:rPr>
            </w:pPr>
            <w:r>
              <w:rPr>
                <w:sz w:val="24"/>
              </w:rPr>
              <w:t>la concurrence</w:t>
            </w:r>
          </w:p>
          <w:p w14:paraId="4953B60D" w14:textId="6A0CFB72" w:rsidR="00334600" w:rsidRDefault="00334600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2B7BE17F" w14:textId="77777777" w:rsidR="00334600" w:rsidRDefault="00334600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4A8697A2" w14:textId="77777777" w:rsidR="00334600" w:rsidRDefault="00334600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2873FB2B" w14:textId="77777777" w:rsidR="00334600" w:rsidRDefault="00334600" w:rsidP="00F46A9D">
            <w:pPr>
              <w:rPr>
                <w:sz w:val="24"/>
              </w:rPr>
            </w:pPr>
          </w:p>
        </w:tc>
      </w:tr>
      <w:tr w:rsidR="00334600" w14:paraId="6CE3DA8B" w14:textId="77777777" w:rsidTr="00B3781F">
        <w:tc>
          <w:tcPr>
            <w:tcW w:w="2628" w:type="dxa"/>
          </w:tcPr>
          <w:p w14:paraId="57B5CEC5" w14:textId="77777777" w:rsidR="00334600" w:rsidRDefault="00334600" w:rsidP="00334600">
            <w:pPr>
              <w:rPr>
                <w:sz w:val="24"/>
              </w:rPr>
            </w:pPr>
          </w:p>
          <w:p w14:paraId="74CA34E1" w14:textId="77777777" w:rsidR="00334600" w:rsidRDefault="00334600" w:rsidP="00334600">
            <w:pPr>
              <w:rPr>
                <w:sz w:val="24"/>
              </w:rPr>
            </w:pPr>
            <w:r>
              <w:rPr>
                <w:sz w:val="24"/>
              </w:rPr>
              <w:t>un engouement</w:t>
            </w:r>
          </w:p>
          <w:p w14:paraId="0616FF66" w14:textId="77777777" w:rsidR="00334600" w:rsidRDefault="00334600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3B509557" w14:textId="77777777" w:rsidR="00334600" w:rsidRDefault="00334600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1D7E07AB" w14:textId="77777777" w:rsidR="00334600" w:rsidRDefault="00334600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06F8F587" w14:textId="77777777" w:rsidR="00334600" w:rsidRDefault="00334600" w:rsidP="00F46A9D">
            <w:pPr>
              <w:rPr>
                <w:sz w:val="24"/>
              </w:rPr>
            </w:pPr>
          </w:p>
        </w:tc>
      </w:tr>
      <w:tr w:rsidR="00334600" w14:paraId="17C9F9B0" w14:textId="77777777" w:rsidTr="00B3781F">
        <w:tc>
          <w:tcPr>
            <w:tcW w:w="2628" w:type="dxa"/>
          </w:tcPr>
          <w:p w14:paraId="0C5B895D" w14:textId="77777777" w:rsidR="00334600" w:rsidRDefault="00334600" w:rsidP="00334600">
            <w:pPr>
              <w:rPr>
                <w:sz w:val="24"/>
              </w:rPr>
            </w:pPr>
          </w:p>
          <w:p w14:paraId="2EB15E5F" w14:textId="77777777" w:rsidR="00334600" w:rsidRDefault="00334600" w:rsidP="00334600">
            <w:pPr>
              <w:rPr>
                <w:sz w:val="24"/>
              </w:rPr>
            </w:pPr>
            <w:r>
              <w:rPr>
                <w:sz w:val="24"/>
              </w:rPr>
              <w:t>le bidonville</w:t>
            </w:r>
          </w:p>
          <w:p w14:paraId="447A1DD6" w14:textId="6D28A4D7" w:rsidR="00334600" w:rsidRDefault="00334600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1BD7781B" w14:textId="77777777" w:rsidR="00334600" w:rsidRDefault="00334600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342763B9" w14:textId="77777777" w:rsidR="00334600" w:rsidRDefault="00334600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662987B9" w14:textId="77777777" w:rsidR="00334600" w:rsidRDefault="00334600" w:rsidP="00F46A9D">
            <w:pPr>
              <w:rPr>
                <w:sz w:val="24"/>
              </w:rPr>
            </w:pPr>
          </w:p>
        </w:tc>
      </w:tr>
      <w:tr w:rsidR="00334600" w14:paraId="7D9E8691" w14:textId="77777777" w:rsidTr="00B3781F">
        <w:tc>
          <w:tcPr>
            <w:tcW w:w="2628" w:type="dxa"/>
          </w:tcPr>
          <w:p w14:paraId="657E3515" w14:textId="77777777" w:rsidR="00334600" w:rsidRDefault="00334600" w:rsidP="00334600">
            <w:pPr>
              <w:rPr>
                <w:sz w:val="24"/>
              </w:rPr>
            </w:pPr>
          </w:p>
          <w:p w14:paraId="35C746EA" w14:textId="77777777" w:rsidR="00334600" w:rsidRDefault="00334600" w:rsidP="00334600">
            <w:pPr>
              <w:rPr>
                <w:sz w:val="24"/>
              </w:rPr>
            </w:pPr>
            <w:r>
              <w:rPr>
                <w:sz w:val="24"/>
              </w:rPr>
              <w:t>Je serai obligé</w:t>
            </w:r>
          </w:p>
          <w:p w14:paraId="0EF77805" w14:textId="77777777" w:rsidR="00334600" w:rsidRDefault="00334600" w:rsidP="009830CE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46C3FEA1" w14:textId="77777777" w:rsidR="00334600" w:rsidRDefault="00334600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680C43C6" w14:textId="77777777" w:rsidR="00334600" w:rsidRDefault="00334600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3990E23D" w14:textId="77777777" w:rsidR="00334600" w:rsidRDefault="00334600" w:rsidP="00F46A9D">
            <w:pPr>
              <w:rPr>
                <w:sz w:val="24"/>
              </w:rPr>
            </w:pPr>
          </w:p>
        </w:tc>
      </w:tr>
      <w:tr w:rsidR="00243689" w14:paraId="5CC33E83" w14:textId="77777777" w:rsidTr="00B3781F">
        <w:tc>
          <w:tcPr>
            <w:tcW w:w="2628" w:type="dxa"/>
          </w:tcPr>
          <w:p w14:paraId="49420CAB" w14:textId="77777777" w:rsidR="00243689" w:rsidRDefault="00243689" w:rsidP="00334600">
            <w:pPr>
              <w:rPr>
                <w:sz w:val="24"/>
              </w:rPr>
            </w:pPr>
          </w:p>
          <w:p w14:paraId="05ECD73D" w14:textId="0AFA8FF9" w:rsidR="00243689" w:rsidRDefault="00243689" w:rsidP="00334600">
            <w:pPr>
              <w:rPr>
                <w:sz w:val="24"/>
              </w:rPr>
            </w:pPr>
            <w:r>
              <w:rPr>
                <w:sz w:val="24"/>
              </w:rPr>
              <w:t>les coupures d’électricité</w:t>
            </w:r>
          </w:p>
          <w:p w14:paraId="7E82F742" w14:textId="77777777" w:rsidR="00243689" w:rsidRDefault="00243689" w:rsidP="00334600">
            <w:pPr>
              <w:rPr>
                <w:sz w:val="24"/>
              </w:rPr>
            </w:pPr>
          </w:p>
        </w:tc>
        <w:tc>
          <w:tcPr>
            <w:tcW w:w="1980" w:type="dxa"/>
          </w:tcPr>
          <w:p w14:paraId="01549FC8" w14:textId="77777777" w:rsidR="00243689" w:rsidRDefault="00243689" w:rsidP="00F46A9D">
            <w:pPr>
              <w:rPr>
                <w:sz w:val="24"/>
              </w:rPr>
            </w:pPr>
          </w:p>
        </w:tc>
        <w:tc>
          <w:tcPr>
            <w:tcW w:w="2880" w:type="dxa"/>
          </w:tcPr>
          <w:p w14:paraId="2682786D" w14:textId="77777777" w:rsidR="00243689" w:rsidRDefault="00243689" w:rsidP="00F46A9D">
            <w:pPr>
              <w:rPr>
                <w:sz w:val="24"/>
              </w:rPr>
            </w:pPr>
          </w:p>
        </w:tc>
        <w:tc>
          <w:tcPr>
            <w:tcW w:w="2700" w:type="dxa"/>
          </w:tcPr>
          <w:p w14:paraId="7652ACFC" w14:textId="77777777" w:rsidR="00243689" w:rsidRDefault="00243689" w:rsidP="00F46A9D">
            <w:pPr>
              <w:rPr>
                <w:sz w:val="24"/>
              </w:rPr>
            </w:pPr>
          </w:p>
        </w:tc>
      </w:tr>
    </w:tbl>
    <w:p w14:paraId="430542B8" w14:textId="49720039" w:rsidR="005E5805" w:rsidRPr="00243689" w:rsidRDefault="009B1715" w:rsidP="00243689">
      <w:pPr>
        <w:rPr>
          <w:b/>
          <w:sz w:val="28"/>
        </w:rPr>
      </w:pPr>
      <w:r>
        <w:rPr>
          <w:b/>
          <w:sz w:val="28"/>
        </w:rPr>
        <w:br w:type="page"/>
      </w:r>
      <w:r w:rsidR="005E5805">
        <w:rPr>
          <w:b/>
          <w:sz w:val="28"/>
        </w:rPr>
        <w:lastRenderedPageBreak/>
        <w:t xml:space="preserve">Partie </w:t>
      </w:r>
      <w:r w:rsidR="003B65B5">
        <w:rPr>
          <w:b/>
          <w:sz w:val="28"/>
        </w:rPr>
        <w:t>I</w:t>
      </w:r>
      <w:r>
        <w:rPr>
          <w:b/>
          <w:sz w:val="28"/>
        </w:rPr>
        <w:t>II</w:t>
      </w:r>
      <w:r w:rsidR="005E5805">
        <w:rPr>
          <w:b/>
          <w:sz w:val="28"/>
        </w:rPr>
        <w:t xml:space="preserve"> : </w:t>
      </w:r>
      <w:r w:rsidR="005E5805">
        <w:rPr>
          <w:b/>
          <w:i/>
          <w:sz w:val="28"/>
        </w:rPr>
        <w:t>Compréhension</w:t>
      </w:r>
    </w:p>
    <w:p w14:paraId="3BDD62C9" w14:textId="77777777" w:rsidR="005E5805" w:rsidRDefault="005E5805" w:rsidP="005E5805">
      <w:pPr>
        <w:spacing w:after="0" w:line="240" w:lineRule="auto"/>
        <w:rPr>
          <w:b/>
          <w:sz w:val="24"/>
        </w:rPr>
      </w:pPr>
      <w:r>
        <w:rPr>
          <w:b/>
          <w:sz w:val="24"/>
        </w:rPr>
        <w:t>Directions : Répondez aux questions suivantes en français.</w:t>
      </w:r>
    </w:p>
    <w:p w14:paraId="37239FF9" w14:textId="77777777" w:rsidR="005E5805" w:rsidRDefault="005E5805" w:rsidP="005E5805">
      <w:pPr>
        <w:spacing w:after="0" w:line="240" w:lineRule="auto"/>
        <w:rPr>
          <w:b/>
          <w:sz w:val="24"/>
        </w:rPr>
      </w:pPr>
    </w:p>
    <w:p w14:paraId="6CBCDCF6" w14:textId="71B867E2" w:rsidR="005E5805" w:rsidRDefault="005E5805" w:rsidP="005E5805">
      <w:pPr>
        <w:spacing w:after="0" w:line="240" w:lineRule="auto"/>
        <w:rPr>
          <w:sz w:val="24"/>
        </w:rPr>
      </w:pPr>
      <w:r w:rsidRPr="00F46A9D">
        <w:rPr>
          <w:sz w:val="24"/>
        </w:rPr>
        <w:t>1.</w:t>
      </w:r>
      <w:r>
        <w:rPr>
          <w:sz w:val="24"/>
        </w:rPr>
        <w:t xml:space="preserve"> </w:t>
      </w:r>
      <w:r w:rsidR="009B1715">
        <w:rPr>
          <w:sz w:val="24"/>
        </w:rPr>
        <w:t xml:space="preserve">Quels commentaires fait M. Benson </w:t>
      </w:r>
      <w:proofErr w:type="spellStart"/>
      <w:r w:rsidR="009B1715">
        <w:rPr>
          <w:sz w:val="24"/>
        </w:rPr>
        <w:t>Gate</w:t>
      </w:r>
      <w:proofErr w:type="spellEnd"/>
      <w:r w:rsidR="009B1715">
        <w:rPr>
          <w:sz w:val="24"/>
        </w:rPr>
        <w:t xml:space="preserve"> au sujet de son nouveau portable ?</w:t>
      </w:r>
    </w:p>
    <w:p w14:paraId="2475AA7A" w14:textId="77777777" w:rsidR="005E5805" w:rsidRDefault="005E5805" w:rsidP="005E5805">
      <w:pPr>
        <w:spacing w:after="0" w:line="240" w:lineRule="auto"/>
        <w:rPr>
          <w:sz w:val="24"/>
        </w:rPr>
      </w:pPr>
    </w:p>
    <w:p w14:paraId="5119CD61" w14:textId="77777777" w:rsidR="005E5805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65E8F1E1" w14:textId="77777777" w:rsidR="005E5805" w:rsidRDefault="005E5805" w:rsidP="005E5805">
      <w:pPr>
        <w:spacing w:after="0" w:line="240" w:lineRule="auto"/>
        <w:rPr>
          <w:sz w:val="24"/>
        </w:rPr>
      </w:pPr>
    </w:p>
    <w:p w14:paraId="3494374E" w14:textId="77777777" w:rsidR="005E5805" w:rsidRPr="00F46A9D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351A7AC3" w14:textId="77777777" w:rsidR="005E5805" w:rsidRDefault="005E5805" w:rsidP="005E5805">
      <w:pPr>
        <w:spacing w:after="0" w:line="240" w:lineRule="auto"/>
        <w:rPr>
          <w:sz w:val="24"/>
        </w:rPr>
      </w:pPr>
    </w:p>
    <w:p w14:paraId="53E452FF" w14:textId="77777777" w:rsidR="005E5805" w:rsidRPr="00F46A9D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7950D767" w14:textId="77777777" w:rsidR="005E5805" w:rsidRDefault="005E5805" w:rsidP="005E5805">
      <w:pPr>
        <w:spacing w:after="0" w:line="240" w:lineRule="auto"/>
        <w:rPr>
          <w:sz w:val="24"/>
        </w:rPr>
      </w:pPr>
    </w:p>
    <w:p w14:paraId="2D64714C" w14:textId="615C527D" w:rsidR="005E5805" w:rsidRDefault="003B65B5" w:rsidP="005E5805">
      <w:pPr>
        <w:spacing w:after="0" w:line="240" w:lineRule="auto"/>
        <w:rPr>
          <w:sz w:val="24"/>
        </w:rPr>
      </w:pPr>
      <w:r>
        <w:rPr>
          <w:sz w:val="24"/>
        </w:rPr>
        <w:t xml:space="preserve">2. </w:t>
      </w:r>
      <w:r w:rsidR="009B1715">
        <w:rPr>
          <w:sz w:val="24"/>
        </w:rPr>
        <w:t xml:space="preserve">Pour avoir un quart d’heure de conversation, combien de temps doit-il capter du soleil, le portable </w:t>
      </w:r>
      <w:r>
        <w:rPr>
          <w:sz w:val="24"/>
        </w:rPr>
        <w:t>?</w:t>
      </w:r>
    </w:p>
    <w:p w14:paraId="015B333A" w14:textId="77777777" w:rsidR="005E5805" w:rsidRDefault="005E5805" w:rsidP="005E5805">
      <w:pPr>
        <w:spacing w:after="0" w:line="240" w:lineRule="auto"/>
        <w:rPr>
          <w:sz w:val="24"/>
        </w:rPr>
      </w:pPr>
    </w:p>
    <w:p w14:paraId="22C8D78B" w14:textId="77777777" w:rsidR="005E5805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7B1F7486" w14:textId="77777777" w:rsidR="005E5805" w:rsidRDefault="005E5805" w:rsidP="005E5805">
      <w:pPr>
        <w:spacing w:after="0" w:line="240" w:lineRule="auto"/>
        <w:rPr>
          <w:sz w:val="24"/>
        </w:rPr>
      </w:pPr>
    </w:p>
    <w:p w14:paraId="00C621A9" w14:textId="3F7D1F70" w:rsidR="005E5805" w:rsidRPr="003B65B5" w:rsidRDefault="005E5805" w:rsidP="005E5805">
      <w:pPr>
        <w:spacing w:after="0" w:line="240" w:lineRule="auto"/>
        <w:rPr>
          <w:sz w:val="24"/>
          <w:u w:val="single"/>
        </w:rPr>
      </w:pPr>
      <w:r>
        <w:rPr>
          <w:sz w:val="24"/>
        </w:rPr>
        <w:t>3</w:t>
      </w:r>
      <w:r w:rsidRPr="00F46A9D">
        <w:rPr>
          <w:sz w:val="24"/>
        </w:rPr>
        <w:t>.</w:t>
      </w:r>
      <w:r>
        <w:rPr>
          <w:sz w:val="24"/>
        </w:rPr>
        <w:t xml:space="preserve"> </w:t>
      </w:r>
      <w:r w:rsidR="009B1715">
        <w:rPr>
          <w:sz w:val="24"/>
        </w:rPr>
        <w:t xml:space="preserve">Pour quelles raisons est-ce que c’est pratique d’avoir un portable solaire en Afrique </w:t>
      </w:r>
      <w:r w:rsidR="003B65B5">
        <w:rPr>
          <w:sz w:val="24"/>
        </w:rPr>
        <w:t>?</w:t>
      </w:r>
    </w:p>
    <w:p w14:paraId="4C05EFF0" w14:textId="77777777" w:rsidR="005E5805" w:rsidRDefault="005E5805" w:rsidP="005E5805">
      <w:pPr>
        <w:spacing w:after="0" w:line="240" w:lineRule="auto"/>
        <w:rPr>
          <w:sz w:val="24"/>
        </w:rPr>
      </w:pPr>
    </w:p>
    <w:p w14:paraId="1AD2B617" w14:textId="77777777" w:rsidR="005E5805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20A03E83" w14:textId="77777777" w:rsidR="005E5805" w:rsidRDefault="005E5805" w:rsidP="005E5805">
      <w:pPr>
        <w:spacing w:after="0" w:line="240" w:lineRule="auto"/>
        <w:rPr>
          <w:sz w:val="24"/>
        </w:rPr>
      </w:pPr>
    </w:p>
    <w:p w14:paraId="3E8AFD3C" w14:textId="77777777" w:rsidR="005E5805" w:rsidRPr="00F46A9D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7521B1DF" w14:textId="77777777" w:rsidR="005E5805" w:rsidRDefault="005E5805" w:rsidP="005E5805">
      <w:pPr>
        <w:spacing w:after="0" w:line="240" w:lineRule="auto"/>
        <w:rPr>
          <w:sz w:val="24"/>
        </w:rPr>
      </w:pPr>
    </w:p>
    <w:p w14:paraId="28B1B85E" w14:textId="77777777" w:rsidR="005E5805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44FAA778" w14:textId="77777777" w:rsidR="005E5805" w:rsidRDefault="005E5805" w:rsidP="005E5805">
      <w:pPr>
        <w:spacing w:after="0" w:line="240" w:lineRule="auto"/>
        <w:rPr>
          <w:sz w:val="24"/>
        </w:rPr>
      </w:pPr>
    </w:p>
    <w:p w14:paraId="5EF77EB5" w14:textId="66492BDC" w:rsidR="005E5805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4</w:t>
      </w:r>
      <w:r w:rsidRPr="00F46A9D">
        <w:rPr>
          <w:sz w:val="24"/>
        </w:rPr>
        <w:t>.</w:t>
      </w:r>
      <w:r>
        <w:rPr>
          <w:sz w:val="24"/>
        </w:rPr>
        <w:t xml:space="preserve"> </w:t>
      </w:r>
      <w:r w:rsidR="009B1715">
        <w:rPr>
          <w:sz w:val="24"/>
        </w:rPr>
        <w:t xml:space="preserve">ZTE Technologies est une entreprise de quelle nationalité </w:t>
      </w:r>
      <w:r w:rsidR="003B65B5">
        <w:rPr>
          <w:sz w:val="24"/>
        </w:rPr>
        <w:t>?</w:t>
      </w:r>
    </w:p>
    <w:p w14:paraId="57C4D6F8" w14:textId="77777777" w:rsidR="005E5805" w:rsidRDefault="005E5805" w:rsidP="005E5805">
      <w:pPr>
        <w:spacing w:after="0" w:line="240" w:lineRule="auto"/>
        <w:rPr>
          <w:sz w:val="24"/>
        </w:rPr>
      </w:pPr>
    </w:p>
    <w:p w14:paraId="3577D38B" w14:textId="77777777" w:rsidR="005E5805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50FB411B" w14:textId="77777777" w:rsidR="005E5805" w:rsidRDefault="005E5805" w:rsidP="005E5805">
      <w:pPr>
        <w:spacing w:after="0" w:line="240" w:lineRule="auto"/>
        <w:rPr>
          <w:sz w:val="24"/>
        </w:rPr>
      </w:pPr>
    </w:p>
    <w:p w14:paraId="51FD78D5" w14:textId="77777777" w:rsidR="005E5805" w:rsidRPr="00F46A9D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44F76E48" w14:textId="77777777" w:rsidR="005E5805" w:rsidRDefault="005E5805" w:rsidP="005E5805">
      <w:pPr>
        <w:spacing w:after="0" w:line="240" w:lineRule="auto"/>
        <w:rPr>
          <w:sz w:val="24"/>
        </w:rPr>
      </w:pPr>
    </w:p>
    <w:p w14:paraId="634E8CE2" w14:textId="2F127526" w:rsidR="005E5805" w:rsidRDefault="003B65B5" w:rsidP="005E5805">
      <w:pPr>
        <w:spacing w:after="0" w:line="240" w:lineRule="auto"/>
        <w:rPr>
          <w:sz w:val="24"/>
        </w:rPr>
      </w:pPr>
      <w:r>
        <w:rPr>
          <w:sz w:val="24"/>
        </w:rPr>
        <w:t xml:space="preserve">5. </w:t>
      </w:r>
      <w:r w:rsidR="00243689">
        <w:rPr>
          <w:sz w:val="24"/>
        </w:rPr>
        <w:t xml:space="preserve">Pourquoi David </w:t>
      </w:r>
      <w:proofErr w:type="spellStart"/>
      <w:r w:rsidR="00243689">
        <w:rPr>
          <w:sz w:val="24"/>
        </w:rPr>
        <w:t>Mugaka</w:t>
      </w:r>
      <w:proofErr w:type="spellEnd"/>
      <w:r w:rsidR="00243689">
        <w:rPr>
          <w:sz w:val="24"/>
        </w:rPr>
        <w:t xml:space="preserve"> n’aime pas l’idée d’un portable solaire </w:t>
      </w:r>
      <w:r>
        <w:rPr>
          <w:sz w:val="24"/>
        </w:rPr>
        <w:t>?</w:t>
      </w:r>
    </w:p>
    <w:p w14:paraId="577F93F1" w14:textId="77777777" w:rsidR="005E5805" w:rsidRDefault="005E5805" w:rsidP="005E5805">
      <w:pPr>
        <w:spacing w:after="0" w:line="240" w:lineRule="auto"/>
        <w:rPr>
          <w:sz w:val="24"/>
        </w:rPr>
      </w:pPr>
    </w:p>
    <w:p w14:paraId="545B5639" w14:textId="77777777" w:rsidR="005E5805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4F07A219" w14:textId="77777777" w:rsidR="005E5805" w:rsidRDefault="005E5805" w:rsidP="005E5805">
      <w:pPr>
        <w:spacing w:after="0" w:line="240" w:lineRule="auto"/>
        <w:rPr>
          <w:sz w:val="24"/>
        </w:rPr>
      </w:pPr>
    </w:p>
    <w:p w14:paraId="72E2674E" w14:textId="77777777" w:rsidR="005E5805" w:rsidRPr="00F46A9D" w:rsidRDefault="005E5805" w:rsidP="005E5805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72A20D73" w14:textId="77777777" w:rsidR="005E5805" w:rsidRDefault="005E5805" w:rsidP="005E5805">
      <w:pPr>
        <w:spacing w:after="0" w:line="240" w:lineRule="auto"/>
        <w:rPr>
          <w:sz w:val="24"/>
        </w:rPr>
      </w:pPr>
    </w:p>
    <w:p w14:paraId="47B42ABA" w14:textId="6956A493" w:rsidR="005E5805" w:rsidRDefault="00243689" w:rsidP="005E5805">
      <w:pPr>
        <w:spacing w:after="0" w:line="240" w:lineRule="auto"/>
        <w:rPr>
          <w:sz w:val="24"/>
        </w:rPr>
      </w:pPr>
      <w:r>
        <w:rPr>
          <w:sz w:val="24"/>
        </w:rPr>
        <w:t>6. Qu’est-ce qui pourrait encourager des personnes à acheter des portables solaires à l’avenir ?</w:t>
      </w:r>
    </w:p>
    <w:p w14:paraId="16D8013E" w14:textId="77777777" w:rsidR="00243689" w:rsidRDefault="00243689" w:rsidP="00243689">
      <w:pPr>
        <w:spacing w:after="0" w:line="240" w:lineRule="auto"/>
        <w:rPr>
          <w:sz w:val="24"/>
        </w:rPr>
      </w:pPr>
    </w:p>
    <w:p w14:paraId="77B46F60" w14:textId="77777777" w:rsidR="00243689" w:rsidRDefault="00243689" w:rsidP="00243689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6021BD7E" w14:textId="77777777" w:rsidR="00243689" w:rsidRDefault="00243689" w:rsidP="00243689">
      <w:pPr>
        <w:spacing w:after="0" w:line="240" w:lineRule="auto"/>
        <w:rPr>
          <w:sz w:val="24"/>
        </w:rPr>
      </w:pPr>
    </w:p>
    <w:p w14:paraId="096F824A" w14:textId="77777777" w:rsidR="00243689" w:rsidRPr="00F46A9D" w:rsidRDefault="00243689" w:rsidP="00243689">
      <w:pPr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</w:t>
      </w:r>
    </w:p>
    <w:p w14:paraId="3BF47EFC" w14:textId="77777777" w:rsidR="00243689" w:rsidRDefault="00243689" w:rsidP="005E5805">
      <w:pPr>
        <w:spacing w:after="0" w:line="240" w:lineRule="auto"/>
        <w:rPr>
          <w:sz w:val="24"/>
        </w:rPr>
      </w:pPr>
    </w:p>
    <w:sectPr w:rsidR="00243689" w:rsidSect="00FB436C">
      <w:pgSz w:w="12240" w:h="15840"/>
      <w:pgMar w:top="864" w:right="864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699D6" w14:textId="77777777" w:rsidR="009B1715" w:rsidRDefault="009B1715" w:rsidP="003B65B5">
      <w:pPr>
        <w:spacing w:after="0" w:line="240" w:lineRule="auto"/>
      </w:pPr>
      <w:r>
        <w:separator/>
      </w:r>
    </w:p>
  </w:endnote>
  <w:endnote w:type="continuationSeparator" w:id="0">
    <w:p w14:paraId="16BD9180" w14:textId="77777777" w:rsidR="009B1715" w:rsidRDefault="009B1715" w:rsidP="003B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E23DF" w14:textId="77777777" w:rsidR="009B1715" w:rsidRDefault="009B1715" w:rsidP="003B65B5">
      <w:pPr>
        <w:spacing w:after="0" w:line="240" w:lineRule="auto"/>
      </w:pPr>
      <w:r>
        <w:separator/>
      </w:r>
    </w:p>
  </w:footnote>
  <w:footnote w:type="continuationSeparator" w:id="0">
    <w:p w14:paraId="45488727" w14:textId="77777777" w:rsidR="009B1715" w:rsidRDefault="009B1715" w:rsidP="003B6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01051"/>
    <w:multiLevelType w:val="hybridMultilevel"/>
    <w:tmpl w:val="72908A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8A"/>
    <w:rsid w:val="00073CE1"/>
    <w:rsid w:val="00092FAA"/>
    <w:rsid w:val="000C1A43"/>
    <w:rsid w:val="000C5374"/>
    <w:rsid w:val="001145BD"/>
    <w:rsid w:val="00182381"/>
    <w:rsid w:val="00193E02"/>
    <w:rsid w:val="001D79BD"/>
    <w:rsid w:val="00243689"/>
    <w:rsid w:val="003132B7"/>
    <w:rsid w:val="003179D6"/>
    <w:rsid w:val="00334600"/>
    <w:rsid w:val="0039432D"/>
    <w:rsid w:val="003B65B5"/>
    <w:rsid w:val="003C2D95"/>
    <w:rsid w:val="003C6A13"/>
    <w:rsid w:val="00400750"/>
    <w:rsid w:val="004F60E7"/>
    <w:rsid w:val="0053500A"/>
    <w:rsid w:val="005477FE"/>
    <w:rsid w:val="005E5805"/>
    <w:rsid w:val="005F2BD9"/>
    <w:rsid w:val="00604D96"/>
    <w:rsid w:val="006A5F50"/>
    <w:rsid w:val="006B5CC3"/>
    <w:rsid w:val="00714004"/>
    <w:rsid w:val="00732F69"/>
    <w:rsid w:val="00745BEA"/>
    <w:rsid w:val="00751003"/>
    <w:rsid w:val="0078288E"/>
    <w:rsid w:val="007D686D"/>
    <w:rsid w:val="007E7A74"/>
    <w:rsid w:val="00885619"/>
    <w:rsid w:val="008F3884"/>
    <w:rsid w:val="00910BA9"/>
    <w:rsid w:val="0092603C"/>
    <w:rsid w:val="009830CE"/>
    <w:rsid w:val="009B1715"/>
    <w:rsid w:val="009B1E61"/>
    <w:rsid w:val="009C1817"/>
    <w:rsid w:val="00A119AA"/>
    <w:rsid w:val="00AC30ED"/>
    <w:rsid w:val="00AD4E8C"/>
    <w:rsid w:val="00AE715C"/>
    <w:rsid w:val="00B1344D"/>
    <w:rsid w:val="00B20768"/>
    <w:rsid w:val="00B3781F"/>
    <w:rsid w:val="00B915F5"/>
    <w:rsid w:val="00BD179D"/>
    <w:rsid w:val="00BF040E"/>
    <w:rsid w:val="00C9662C"/>
    <w:rsid w:val="00CA3B8A"/>
    <w:rsid w:val="00CA48EB"/>
    <w:rsid w:val="00D029AC"/>
    <w:rsid w:val="00D64045"/>
    <w:rsid w:val="00D93CF3"/>
    <w:rsid w:val="00D95351"/>
    <w:rsid w:val="00DE44A5"/>
    <w:rsid w:val="00E2383F"/>
    <w:rsid w:val="00E31633"/>
    <w:rsid w:val="00E66DB8"/>
    <w:rsid w:val="00E7454D"/>
    <w:rsid w:val="00E9206A"/>
    <w:rsid w:val="00EE1B2B"/>
    <w:rsid w:val="00F071FF"/>
    <w:rsid w:val="00F46A9D"/>
    <w:rsid w:val="00F81294"/>
    <w:rsid w:val="00FB436C"/>
    <w:rsid w:val="00FE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75E1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9D"/>
    <w:pPr>
      <w:ind w:left="720"/>
      <w:contextualSpacing/>
    </w:pPr>
  </w:style>
  <w:style w:type="table" w:styleId="TableGrid">
    <w:name w:val="Table Grid"/>
    <w:basedOn w:val="TableNormal"/>
    <w:uiPriority w:val="59"/>
    <w:rsid w:val="0098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2A2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B65B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65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B65B5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9D"/>
    <w:pPr>
      <w:ind w:left="720"/>
      <w:contextualSpacing/>
    </w:pPr>
  </w:style>
  <w:style w:type="table" w:styleId="TableGrid">
    <w:name w:val="Table Grid"/>
    <w:basedOn w:val="TableNormal"/>
    <w:uiPriority w:val="59"/>
    <w:rsid w:val="0098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2A2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B65B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65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B65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dailymotion.com/video/xatodx_telephones-portables-solaires-en-af_news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smith:Documents:05%20-%20Ludlowe:04%20-%20Templates:FR%2051%20-%20Reading%20Act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245F6-8961-9747-82C1-50629A502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51 - Reading Activity.dotx</Template>
  <TotalTime>668</TotalTime>
  <Pages>3</Pages>
  <Words>578</Words>
  <Characters>3295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Edouard Smith</dc:creator>
  <cp:lastModifiedBy>Edouard Smith</cp:lastModifiedBy>
  <cp:revision>8</cp:revision>
  <cp:lastPrinted>2011-11-09T14:52:00Z</cp:lastPrinted>
  <dcterms:created xsi:type="dcterms:W3CDTF">2013-11-22T00:16:00Z</dcterms:created>
  <dcterms:modified xsi:type="dcterms:W3CDTF">2014-05-13T14:33:00Z</dcterms:modified>
</cp:coreProperties>
</file>